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5C2" w:rsidRPr="00B97277" w:rsidRDefault="009E35C2" w:rsidP="00C909F6">
      <w:pPr>
        <w:jc w:val="right"/>
      </w:pPr>
    </w:p>
    <w:tbl>
      <w:tblPr>
        <w:tblpPr w:leftFromText="141" w:rightFromText="141" w:vertAnchor="page" w:horzAnchor="margin" w:tblpY="2505"/>
        <w:tblW w:w="5000" w:type="pct"/>
        <w:tblLayout w:type="fixed"/>
        <w:tblCellMar>
          <w:left w:w="70" w:type="dxa"/>
          <w:right w:w="70" w:type="dxa"/>
        </w:tblCellMar>
        <w:tblLook w:val="00A0"/>
      </w:tblPr>
      <w:tblGrid>
        <w:gridCol w:w="450"/>
        <w:gridCol w:w="481"/>
        <w:gridCol w:w="739"/>
        <w:gridCol w:w="741"/>
        <w:gridCol w:w="497"/>
        <w:gridCol w:w="284"/>
        <w:gridCol w:w="286"/>
        <w:gridCol w:w="457"/>
        <w:gridCol w:w="112"/>
        <w:gridCol w:w="689"/>
        <w:gridCol w:w="451"/>
        <w:gridCol w:w="440"/>
        <w:gridCol w:w="558"/>
        <w:gridCol w:w="48"/>
        <w:gridCol w:w="227"/>
        <w:gridCol w:w="825"/>
        <w:gridCol w:w="1927"/>
      </w:tblGrid>
      <w:tr w:rsidR="009E35C2" w:rsidRPr="00B97277">
        <w:trPr>
          <w:trHeight w:val="137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jc w:val="right"/>
              <w:rPr>
                <w:noProof/>
                <w:color w:val="000000"/>
              </w:rPr>
            </w:pPr>
            <w:r w:rsidRPr="00B97277">
              <w:rPr>
                <w:color w:val="000000"/>
              </w:rPr>
              <w:t>Warszawa, dnia __________________ r.</w:t>
            </w:r>
          </w:p>
        </w:tc>
      </w:tr>
      <w:tr w:rsidR="009E35C2" w:rsidRPr="00B97277">
        <w:trPr>
          <w:trHeight w:val="1417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ADRES DOSTAWY/ WYKONAWSTWA*: ……………………………………………………………………………………………………………………………………………………………………………………………………..………………………………………</w:t>
            </w:r>
            <w:r w:rsidRPr="00B97277">
              <w:rPr>
                <w:color w:val="000000"/>
              </w:rPr>
              <w:br/>
              <w:t>do(bezpośredni użytkownik) ………………………………………………...…………………………………………………………………..</w:t>
            </w:r>
            <w:r w:rsidRPr="00B97277">
              <w:rPr>
                <w:color w:val="000000"/>
              </w:rPr>
              <w:br/>
              <w:t>nr tel. ……………………</w:t>
            </w:r>
          </w:p>
        </w:tc>
      </w:tr>
      <w:tr w:rsidR="009E35C2" w:rsidRPr="00B97277">
        <w:trPr>
          <w:trHeight w:val="165"/>
        </w:trPr>
        <w:tc>
          <w:tcPr>
            <w:tcW w:w="50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827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5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nil"/>
              <w:right w:val="nil"/>
            </w:tcBorders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</w:tr>
      <w:tr w:rsidR="009E35C2" w:rsidRPr="00B97277">
        <w:trPr>
          <w:trHeight w:val="34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9E35C2" w:rsidRPr="00B97277" w:rsidRDefault="009E35C2" w:rsidP="004404D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B97277">
              <w:rPr>
                <w:b/>
                <w:bCs/>
                <w:color w:val="000000"/>
                <w:sz w:val="36"/>
                <w:szCs w:val="36"/>
              </w:rPr>
              <w:t xml:space="preserve"> ZAMÓWIENIE/ZLECENIE*</w:t>
            </w:r>
          </w:p>
        </w:tc>
      </w:tr>
      <w:tr w:rsidR="009E35C2" w:rsidRPr="00B97277">
        <w:trPr>
          <w:trHeight w:val="227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jc w:val="center"/>
              <w:rPr>
                <w:b/>
                <w:bCs/>
                <w:color w:val="000000"/>
              </w:rPr>
            </w:pPr>
            <w:r w:rsidRPr="00B97277">
              <w:rPr>
                <w:b/>
                <w:bCs/>
                <w:color w:val="000000"/>
              </w:rPr>
              <w:t>NR……………………………………………………</w:t>
            </w:r>
          </w:p>
        </w:tc>
      </w:tr>
      <w:tr w:rsidR="009E35C2" w:rsidRPr="00B97277">
        <w:trPr>
          <w:trHeight w:val="227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Dotyczy Umowy / Wniosku *nr …………………………………………………………</w:t>
            </w:r>
          </w:p>
        </w:tc>
      </w:tr>
      <w:tr w:rsidR="009E35C2" w:rsidRPr="00B97277">
        <w:trPr>
          <w:trHeight w:val="170"/>
        </w:trPr>
        <w:tc>
          <w:tcPr>
            <w:tcW w:w="505" w:type="pct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01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826" w:type="pct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5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nil"/>
              <w:right w:val="nil"/>
            </w:tcBorders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</w:tr>
      <w:tr w:rsidR="009E35C2" w:rsidRPr="00B97277">
        <w:trPr>
          <w:trHeight w:val="227"/>
        </w:trPr>
        <w:tc>
          <w:tcPr>
            <w:tcW w:w="2570" w:type="pct"/>
            <w:gridSpan w:val="10"/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  <w:sz w:val="22"/>
                <w:szCs w:val="22"/>
              </w:rPr>
              <w:t>ZAMAWIAJĄCY/ZLECAJĄCY*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5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nil"/>
              <w:right w:val="nil"/>
            </w:tcBorders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</w:tr>
      <w:tr w:rsidR="009E35C2" w:rsidRPr="00B97277">
        <w:trPr>
          <w:trHeight w:val="170"/>
        </w:trPr>
        <w:tc>
          <w:tcPr>
            <w:tcW w:w="3054" w:type="pct"/>
            <w:gridSpan w:val="12"/>
            <w:tcBorders>
              <w:left w:val="nil"/>
              <w:bottom w:val="nil"/>
              <w:right w:val="nil"/>
            </w:tcBorders>
            <w:vAlign w:val="bottom"/>
          </w:tcPr>
          <w:p w:rsidR="009E35C2" w:rsidRPr="00B97277" w:rsidRDefault="009E35C2" w:rsidP="004404DE">
            <w:pPr>
              <w:rPr>
                <w:b/>
                <w:bCs/>
                <w:color w:val="000000"/>
              </w:rPr>
            </w:pPr>
            <w:r w:rsidRPr="00B97277">
              <w:rPr>
                <w:b/>
                <w:bCs/>
                <w:color w:val="000000"/>
              </w:rPr>
              <w:t>Centrum Onkologii- Instytut im. Marii Skłodowskiej Curie</w:t>
            </w:r>
          </w:p>
        </w:tc>
        <w:tc>
          <w:tcPr>
            <w:tcW w:w="45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5C2" w:rsidRPr="00B97277" w:rsidRDefault="009E35C2" w:rsidP="004404DE">
            <w:pPr>
              <w:rPr>
                <w:b/>
                <w:bCs/>
                <w:color w:val="00000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nil"/>
              <w:right w:val="nil"/>
            </w:tcBorders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</w:tr>
      <w:tr w:rsidR="009E35C2" w:rsidRPr="00B97277">
        <w:trPr>
          <w:trHeight w:val="227"/>
        </w:trPr>
        <w:tc>
          <w:tcPr>
            <w:tcW w:w="3054" w:type="pct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ul. Wawelska 15B</w:t>
            </w:r>
          </w:p>
        </w:tc>
        <w:tc>
          <w:tcPr>
            <w:tcW w:w="45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nil"/>
              <w:right w:val="nil"/>
            </w:tcBorders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</w:tr>
      <w:tr w:rsidR="009E35C2" w:rsidRPr="00B97277">
        <w:trPr>
          <w:trHeight w:val="227"/>
        </w:trPr>
        <w:tc>
          <w:tcPr>
            <w:tcW w:w="257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02-034 Warszawa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5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nil"/>
              <w:right w:val="nil"/>
            </w:tcBorders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</w:tr>
      <w:tr w:rsidR="009E35C2" w:rsidRPr="00B97277">
        <w:trPr>
          <w:trHeight w:val="227"/>
        </w:trPr>
        <w:tc>
          <w:tcPr>
            <w:tcW w:w="257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NIP 525-000-80-57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5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nil"/>
              <w:right w:val="nil"/>
            </w:tcBorders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</w:tr>
      <w:tr w:rsidR="009E35C2" w:rsidRPr="00B97277">
        <w:trPr>
          <w:trHeight w:val="170"/>
        </w:trPr>
        <w:tc>
          <w:tcPr>
            <w:tcW w:w="50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827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5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nil"/>
              <w:right w:val="nil"/>
            </w:tcBorders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</w:tr>
      <w:tr w:rsidR="009E35C2" w:rsidRPr="00B97277">
        <w:trPr>
          <w:trHeight w:val="227"/>
        </w:trPr>
        <w:tc>
          <w:tcPr>
            <w:tcW w:w="257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DOSTAWCA/WYKONAWCA*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5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nil"/>
              <w:right w:val="nil"/>
            </w:tcBorders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</w:tr>
      <w:tr w:rsidR="009E35C2" w:rsidRPr="00B97277">
        <w:trPr>
          <w:trHeight w:val="227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…………………………………………………………………………………………...</w:t>
            </w:r>
          </w:p>
        </w:tc>
      </w:tr>
      <w:tr w:rsidR="009E35C2" w:rsidRPr="00B97277">
        <w:trPr>
          <w:trHeight w:val="227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……………………………………………………………………………………………</w:t>
            </w:r>
          </w:p>
        </w:tc>
      </w:tr>
      <w:tr w:rsidR="009E35C2" w:rsidRPr="00B97277">
        <w:trPr>
          <w:trHeight w:val="227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……………………………………………………………………………………………</w:t>
            </w:r>
          </w:p>
        </w:tc>
      </w:tr>
      <w:tr w:rsidR="009E35C2" w:rsidRPr="00B97277">
        <w:trPr>
          <w:gridAfter w:val="4"/>
          <w:wAfter w:w="1644" w:type="pct"/>
          <w:trHeight w:val="227"/>
        </w:trPr>
        <w:tc>
          <w:tcPr>
            <w:tcW w:w="3356" w:type="pct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NIP ……………………………………</w:t>
            </w:r>
          </w:p>
        </w:tc>
      </w:tr>
      <w:tr w:rsidR="009E35C2" w:rsidRPr="00144804">
        <w:trPr>
          <w:trHeight w:val="170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144804" w:rsidRDefault="009E35C2" w:rsidP="00440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6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144804" w:rsidRDefault="009E35C2" w:rsidP="00440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144804" w:rsidRDefault="009E35C2" w:rsidP="00440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144804" w:rsidRDefault="009E35C2" w:rsidP="00440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144804" w:rsidRDefault="009E35C2" w:rsidP="00440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144804" w:rsidRDefault="009E35C2" w:rsidP="00440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144804" w:rsidRDefault="009E35C2" w:rsidP="00440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144804" w:rsidRDefault="009E35C2" w:rsidP="00440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nil"/>
              <w:right w:val="nil"/>
            </w:tcBorders>
          </w:tcPr>
          <w:p w:rsidR="009E35C2" w:rsidRPr="00144804" w:rsidRDefault="009E35C2" w:rsidP="004404DE">
            <w:pPr>
              <w:rPr>
                <w:color w:val="000000"/>
                <w:sz w:val="16"/>
                <w:szCs w:val="16"/>
              </w:rPr>
            </w:pPr>
          </w:p>
        </w:tc>
      </w:tr>
      <w:tr w:rsidR="009E35C2" w:rsidRPr="00B97277">
        <w:trPr>
          <w:trHeight w:val="45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C2" w:rsidRPr="00B97277" w:rsidRDefault="009E35C2" w:rsidP="004404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97277">
              <w:rPr>
                <w:b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3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E35C2" w:rsidRPr="00B97277" w:rsidRDefault="009E35C2" w:rsidP="004404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97277">
              <w:rPr>
                <w:b/>
                <w:bCs/>
                <w:color w:val="000000"/>
                <w:sz w:val="16"/>
                <w:szCs w:val="16"/>
              </w:rPr>
              <w:t>Nazwa artykułu/</w:t>
            </w:r>
          </w:p>
          <w:p w:rsidR="009E35C2" w:rsidRPr="00B97277" w:rsidRDefault="009E35C2" w:rsidP="004404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97277">
              <w:rPr>
                <w:b/>
                <w:bCs/>
                <w:color w:val="000000"/>
                <w:sz w:val="16"/>
                <w:szCs w:val="16"/>
              </w:rPr>
              <w:t>usługi*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5C2" w:rsidRPr="00B97277" w:rsidRDefault="009E35C2" w:rsidP="004404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97277">
              <w:rPr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5C2" w:rsidRPr="00B97277" w:rsidRDefault="009E35C2" w:rsidP="004404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97277">
              <w:rPr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5C2" w:rsidRPr="00B97277" w:rsidRDefault="009E35C2" w:rsidP="004404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97277">
              <w:rPr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5C2" w:rsidRPr="00B97277" w:rsidRDefault="009E35C2" w:rsidP="004404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97277">
              <w:rPr>
                <w:b/>
                <w:bCs/>
                <w:color w:val="000000"/>
                <w:sz w:val="16"/>
                <w:szCs w:val="16"/>
              </w:rPr>
              <w:t>Wartość  netto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5C2" w:rsidRPr="00B97277" w:rsidRDefault="009E35C2" w:rsidP="004404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97277">
              <w:rPr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5C2" w:rsidRPr="00B97277" w:rsidRDefault="009E35C2" w:rsidP="004404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97277">
              <w:rPr>
                <w:b/>
                <w:bCs/>
                <w:color w:val="000000"/>
                <w:sz w:val="16"/>
                <w:szCs w:val="16"/>
              </w:rPr>
              <w:t>Numer katalogowy ***</w:t>
            </w:r>
          </w:p>
        </w:tc>
      </w:tr>
      <w:tr w:rsidR="009E35C2" w:rsidRPr="00B97277">
        <w:trPr>
          <w:trHeight w:val="30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jc w:val="center"/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13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jc w:val="right"/>
              <w:rPr>
                <w:color w:val="000000"/>
              </w:rPr>
            </w:pPr>
            <w:r w:rsidRPr="00B97277">
              <w:rPr>
                <w:color w:val="000000"/>
              </w:rPr>
              <w:t>0</w:t>
            </w:r>
          </w:p>
        </w:tc>
        <w:tc>
          <w:tcPr>
            <w:tcW w:w="6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5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jc w:val="right"/>
              <w:rPr>
                <w:color w:val="000000"/>
              </w:rPr>
            </w:pPr>
            <w:r w:rsidRPr="00B97277">
              <w:rPr>
                <w:color w:val="000000"/>
              </w:rPr>
              <w:t>0,00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jc w:val="right"/>
              <w:rPr>
                <w:color w:val="000000"/>
              </w:rPr>
            </w:pPr>
            <w:r w:rsidRPr="00B97277">
              <w:rPr>
                <w:color w:val="000000"/>
              </w:rPr>
              <w:t>0,00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5C2" w:rsidRPr="00B97277" w:rsidRDefault="009E35C2" w:rsidP="004404DE">
            <w:pPr>
              <w:jc w:val="right"/>
              <w:rPr>
                <w:color w:val="000000"/>
              </w:rPr>
            </w:pPr>
          </w:p>
        </w:tc>
      </w:tr>
      <w:tr w:rsidR="009E35C2" w:rsidRPr="00B97277">
        <w:trPr>
          <w:trHeight w:val="30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jc w:val="center"/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13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6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5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</w:tr>
      <w:tr w:rsidR="009E35C2" w:rsidRPr="00B97277">
        <w:trPr>
          <w:trHeight w:val="30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jc w:val="center"/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13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6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5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</w:tr>
      <w:tr w:rsidR="009E35C2" w:rsidRPr="00B97277">
        <w:trPr>
          <w:trHeight w:val="30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jc w:val="center"/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13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6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5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</w:tr>
      <w:tr w:rsidR="009E35C2" w:rsidRPr="00B97277">
        <w:trPr>
          <w:trHeight w:val="30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jc w:val="center"/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13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6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5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</w:tr>
      <w:tr w:rsidR="009E35C2" w:rsidRPr="00B97277">
        <w:trPr>
          <w:trHeight w:val="30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jc w:val="center"/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13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6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5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</w:tr>
      <w:tr w:rsidR="009E35C2" w:rsidRPr="00B97277">
        <w:trPr>
          <w:trHeight w:val="30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jc w:val="center"/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13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6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5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</w:tr>
      <w:tr w:rsidR="009E35C2" w:rsidRPr="00B97277">
        <w:trPr>
          <w:trHeight w:val="300"/>
        </w:trPr>
        <w:tc>
          <w:tcPr>
            <w:tcW w:w="281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E35C2" w:rsidRPr="00B97277" w:rsidRDefault="009E35C2" w:rsidP="004404DE">
            <w:pPr>
              <w:jc w:val="right"/>
              <w:rPr>
                <w:b/>
                <w:bCs/>
                <w:color w:val="000000"/>
              </w:rPr>
            </w:pPr>
            <w:r w:rsidRPr="00B97277">
              <w:rPr>
                <w:b/>
                <w:bCs/>
                <w:color w:val="000000"/>
              </w:rPr>
              <w:t xml:space="preserve">Łączna wartość </w:t>
            </w:r>
          </w:p>
        </w:tc>
        <w:tc>
          <w:tcPr>
            <w:tcW w:w="5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jc w:val="right"/>
              <w:rPr>
                <w:color w:val="000000"/>
              </w:rPr>
            </w:pPr>
            <w:r w:rsidRPr="00B97277">
              <w:rPr>
                <w:color w:val="000000"/>
              </w:rPr>
              <w:t>0,00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5C2" w:rsidRPr="00B97277" w:rsidRDefault="009E35C2" w:rsidP="004404DE">
            <w:pPr>
              <w:jc w:val="right"/>
              <w:rPr>
                <w:color w:val="000000"/>
              </w:rPr>
            </w:pPr>
            <w:r w:rsidRPr="00B97277">
              <w:rPr>
                <w:color w:val="000000"/>
              </w:rPr>
              <w:t>0,00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5C2" w:rsidRPr="00B97277" w:rsidRDefault="009E35C2" w:rsidP="004404DE">
            <w:pPr>
              <w:jc w:val="right"/>
              <w:rPr>
                <w:color w:val="000000"/>
              </w:rPr>
            </w:pPr>
          </w:p>
        </w:tc>
      </w:tr>
      <w:tr w:rsidR="009E35C2" w:rsidRPr="00B97277">
        <w:trPr>
          <w:trHeight w:val="30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0C400F">
            <w:pPr>
              <w:rPr>
                <w:color w:val="000000"/>
              </w:rPr>
            </w:pPr>
            <w:r w:rsidRPr="00B97277">
              <w:rPr>
                <w:color w:val="000000"/>
              </w:rPr>
              <w:t>Zakup finansowany ze środków</w:t>
            </w:r>
            <w:r w:rsidRPr="00B97277">
              <w:rPr>
                <w:color w:val="000000"/>
                <w:sz w:val="18"/>
                <w:szCs w:val="18"/>
              </w:rPr>
              <w:t>…………………………………………….</w:t>
            </w:r>
          </w:p>
        </w:tc>
      </w:tr>
      <w:tr w:rsidR="009E35C2" w:rsidRPr="00B97277">
        <w:trPr>
          <w:trHeight w:val="37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b/>
                <w:bCs/>
                <w:color w:val="000000"/>
                <w:sz w:val="28"/>
                <w:szCs w:val="28"/>
              </w:rPr>
              <w:t>WARUNKI REALIZACJI</w:t>
            </w:r>
          </w:p>
        </w:tc>
      </w:tr>
      <w:tr w:rsidR="009E35C2" w:rsidRPr="00B97277">
        <w:trPr>
          <w:trHeight w:val="232"/>
        </w:trPr>
        <w:tc>
          <w:tcPr>
            <w:tcW w:w="3953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  <w:sz w:val="18"/>
                <w:szCs w:val="18"/>
              </w:rPr>
            </w:pPr>
            <w:r w:rsidRPr="00B97277">
              <w:rPr>
                <w:color w:val="000000"/>
                <w:sz w:val="18"/>
                <w:szCs w:val="18"/>
              </w:rPr>
              <w:t>1. Termin realizacji…………………………………………….</w:t>
            </w:r>
          </w:p>
        </w:tc>
        <w:tc>
          <w:tcPr>
            <w:tcW w:w="1047" w:type="pct"/>
            <w:tcBorders>
              <w:top w:val="nil"/>
              <w:left w:val="nil"/>
              <w:bottom w:val="nil"/>
              <w:right w:val="nil"/>
            </w:tcBorders>
          </w:tcPr>
          <w:p w:rsidR="009E35C2" w:rsidRPr="00B97277" w:rsidRDefault="009E35C2" w:rsidP="004404DE">
            <w:pPr>
              <w:rPr>
                <w:color w:val="000000"/>
                <w:sz w:val="18"/>
                <w:szCs w:val="18"/>
              </w:rPr>
            </w:pPr>
          </w:p>
        </w:tc>
      </w:tr>
      <w:tr w:rsidR="009E35C2" w:rsidRPr="00B97277">
        <w:trPr>
          <w:trHeight w:val="222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  <w:sz w:val="18"/>
                <w:szCs w:val="18"/>
              </w:rPr>
            </w:pPr>
            <w:r w:rsidRPr="00B97277">
              <w:rPr>
                <w:color w:val="000000"/>
                <w:sz w:val="18"/>
                <w:szCs w:val="18"/>
              </w:rPr>
              <w:t>2. Każda zmiana warunków dostawy i płatności określonych w zamówieniu wymaga zgody Zamawiającego.</w:t>
            </w:r>
          </w:p>
        </w:tc>
      </w:tr>
      <w:tr w:rsidR="009E35C2" w:rsidRPr="00B97277">
        <w:trPr>
          <w:trHeight w:val="198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  <w:sz w:val="18"/>
                <w:szCs w:val="18"/>
              </w:rPr>
            </w:pPr>
            <w:r w:rsidRPr="00B97277">
              <w:rPr>
                <w:color w:val="000000"/>
                <w:sz w:val="18"/>
                <w:szCs w:val="18"/>
              </w:rPr>
              <w:t>3. Na fakturze prosimy podać nasz nr zamówienia / zlecenia*.</w:t>
            </w:r>
          </w:p>
        </w:tc>
      </w:tr>
      <w:tr w:rsidR="009E35C2" w:rsidRPr="00B97277">
        <w:trPr>
          <w:trHeight w:val="174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5C2" w:rsidRPr="00B97277" w:rsidRDefault="009E35C2" w:rsidP="004404DE">
            <w:pPr>
              <w:rPr>
                <w:color w:val="000000"/>
                <w:sz w:val="18"/>
                <w:szCs w:val="18"/>
              </w:rPr>
            </w:pPr>
            <w:r w:rsidRPr="00B97277">
              <w:rPr>
                <w:color w:val="000000"/>
                <w:sz w:val="18"/>
                <w:szCs w:val="18"/>
              </w:rPr>
              <w:t>4. PŁATNOŚĆ - przelew/gotówka ………..dni od daty dostarczenia faktury VAT.</w:t>
            </w:r>
          </w:p>
        </w:tc>
      </w:tr>
      <w:tr w:rsidR="009E35C2" w:rsidRPr="00B97277">
        <w:trPr>
          <w:trHeight w:val="603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5C2" w:rsidRPr="00B97277" w:rsidRDefault="009E35C2" w:rsidP="004404DE">
            <w:pPr>
              <w:jc w:val="both"/>
              <w:rPr>
                <w:color w:val="000000"/>
                <w:sz w:val="18"/>
                <w:szCs w:val="18"/>
              </w:rPr>
            </w:pPr>
            <w:r w:rsidRPr="00B97277">
              <w:rPr>
                <w:color w:val="000000"/>
                <w:sz w:val="18"/>
                <w:szCs w:val="18"/>
              </w:rPr>
              <w:t>5. Do wszystkich faktur wystawionych przez Państwa Firmę na rzecz Instytutu wymagane jest dołączenie raportu serwisowego zawierającego nazwę aparatu, numer fabryczny, opis usterki (awarii), zużyte do naprawy części zamienne, pieczątkę użytkownika i podpis Kierownika komórki organizacyjnej lub osoby przez niego upoważnionej **</w:t>
            </w:r>
          </w:p>
        </w:tc>
      </w:tr>
      <w:tr w:rsidR="009E35C2" w:rsidRPr="00144804">
        <w:trPr>
          <w:trHeight w:val="168"/>
        </w:trPr>
        <w:tc>
          <w:tcPr>
            <w:tcW w:w="50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144804" w:rsidRDefault="009E35C2" w:rsidP="00440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144804" w:rsidRDefault="009E35C2" w:rsidP="00440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144804" w:rsidRDefault="009E35C2" w:rsidP="00440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7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144804" w:rsidRDefault="009E35C2" w:rsidP="00440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144804" w:rsidRDefault="009E35C2" w:rsidP="00440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144804" w:rsidRDefault="009E35C2" w:rsidP="00440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144804" w:rsidRDefault="009E35C2" w:rsidP="00440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144804" w:rsidRDefault="009E35C2" w:rsidP="00440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nil"/>
              <w:right w:val="nil"/>
            </w:tcBorders>
          </w:tcPr>
          <w:p w:rsidR="009E35C2" w:rsidRPr="00144804" w:rsidRDefault="009E35C2" w:rsidP="004404DE">
            <w:pPr>
              <w:rPr>
                <w:color w:val="000000"/>
                <w:sz w:val="16"/>
                <w:szCs w:val="16"/>
              </w:rPr>
            </w:pPr>
          </w:p>
        </w:tc>
      </w:tr>
      <w:tr w:rsidR="009E35C2" w:rsidRPr="00B97277">
        <w:trPr>
          <w:trHeight w:val="214"/>
        </w:trPr>
        <w:tc>
          <w:tcPr>
            <w:tcW w:w="3953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5C2" w:rsidRPr="00B97277" w:rsidRDefault="009E35C2" w:rsidP="004404DE">
            <w:pPr>
              <w:rPr>
                <w:color w:val="000000"/>
              </w:rPr>
            </w:pPr>
            <w:r w:rsidRPr="00B97277">
              <w:rPr>
                <w:color w:val="000000"/>
              </w:rPr>
              <w:t>Sporządził/ła*:………………………………………… nr tel. ………………………….</w:t>
            </w:r>
          </w:p>
        </w:tc>
        <w:tc>
          <w:tcPr>
            <w:tcW w:w="1047" w:type="pct"/>
            <w:tcBorders>
              <w:top w:val="nil"/>
              <w:left w:val="nil"/>
              <w:bottom w:val="nil"/>
              <w:right w:val="nil"/>
            </w:tcBorders>
          </w:tcPr>
          <w:p w:rsidR="009E35C2" w:rsidRPr="00B97277" w:rsidRDefault="009E35C2" w:rsidP="004404DE">
            <w:pPr>
              <w:rPr>
                <w:color w:val="000000"/>
              </w:rPr>
            </w:pPr>
          </w:p>
        </w:tc>
      </w:tr>
    </w:tbl>
    <w:p w:rsidR="009E35C2" w:rsidRDefault="009E35C2" w:rsidP="00EE5BD1">
      <w:pPr>
        <w:ind w:firstLine="5670"/>
      </w:pPr>
    </w:p>
    <w:p w:rsidR="009E35C2" w:rsidRDefault="009E35C2" w:rsidP="00EE5BD1">
      <w:pPr>
        <w:ind w:firstLine="5670"/>
      </w:pPr>
    </w:p>
    <w:p w:rsidR="009E35C2" w:rsidRDefault="009E35C2" w:rsidP="00EE5BD1">
      <w:pPr>
        <w:ind w:firstLine="567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7.45pt;margin-top:-70.5pt;width:156.9pt;height:66.05pt;z-index:251658240" stroked="f">
            <v:textbox style="mso-next-textbox:#_x0000_s1026">
              <w:txbxContent>
                <w:p w:rsidR="009E35C2" w:rsidRPr="00F419D5" w:rsidRDefault="009E35C2" w:rsidP="004D3AFB">
                  <w:pPr>
                    <w:jc w:val="right"/>
                    <w:rPr>
                      <w:sz w:val="16"/>
                      <w:szCs w:val="16"/>
                    </w:rPr>
                  </w:pPr>
                </w:p>
                <w:p w:rsidR="009E35C2" w:rsidRPr="00F419D5" w:rsidRDefault="009E35C2" w:rsidP="004D3AFB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Załącznik</w:t>
                  </w:r>
                </w:p>
                <w:p w:rsidR="009E35C2" w:rsidRPr="00F419D5" w:rsidRDefault="009E35C2" w:rsidP="004D3AFB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</w:t>
                  </w:r>
                  <w:r w:rsidRPr="00F419D5">
                    <w:rPr>
                      <w:sz w:val="16"/>
                      <w:szCs w:val="16"/>
                    </w:rPr>
                    <w:t xml:space="preserve">o Regulamin udzielania zamówień publicznych o wartości szacunkowej nie przekraczającej wyrażonej w złotych równowartości kwoty 30.000 euro </w:t>
                  </w:r>
                </w:p>
              </w:txbxContent>
            </v:textbox>
          </v:shape>
        </w:pict>
      </w:r>
    </w:p>
    <w:p w:rsidR="009E35C2" w:rsidRDefault="009E35C2" w:rsidP="00EE5BD1">
      <w:pPr>
        <w:ind w:firstLine="5670"/>
      </w:pPr>
    </w:p>
    <w:p w:rsidR="009E35C2" w:rsidRDefault="009E35C2" w:rsidP="00EE5BD1">
      <w:pPr>
        <w:ind w:firstLine="5670"/>
      </w:pPr>
    </w:p>
    <w:p w:rsidR="009E35C2" w:rsidRPr="00B97277" w:rsidRDefault="009E35C2" w:rsidP="00EE5BD1">
      <w:pPr>
        <w:ind w:firstLine="5670"/>
      </w:pPr>
    </w:p>
    <w:p w:rsidR="009E35C2" w:rsidRPr="00B97277" w:rsidRDefault="009E35C2" w:rsidP="00787C83">
      <w:pPr>
        <w:jc w:val="both"/>
      </w:pPr>
      <w:r w:rsidRPr="00B97277">
        <w:t>* niepotrzebne skreślić</w:t>
      </w:r>
    </w:p>
    <w:p w:rsidR="009E35C2" w:rsidRPr="00B97277" w:rsidRDefault="009E35C2" w:rsidP="00787C83">
      <w:pPr>
        <w:jc w:val="both"/>
      </w:pPr>
      <w:r w:rsidRPr="00B97277">
        <w:t>** dotyczy D</w:t>
      </w:r>
      <w:r>
        <w:t xml:space="preserve">ziału </w:t>
      </w:r>
      <w:r w:rsidRPr="00B97277">
        <w:t>G</w:t>
      </w:r>
      <w:r>
        <w:t>ospodarki Aparaturowej</w:t>
      </w:r>
    </w:p>
    <w:p w:rsidR="009E35C2" w:rsidRPr="00B97277" w:rsidRDefault="009E35C2" w:rsidP="00787C83">
      <w:pPr>
        <w:jc w:val="both"/>
      </w:pPr>
      <w:r w:rsidRPr="00B97277">
        <w:t xml:space="preserve">*** jeżeli jest wymagany </w:t>
      </w:r>
    </w:p>
    <w:p w:rsidR="009E35C2" w:rsidRPr="00B97277" w:rsidRDefault="009E35C2" w:rsidP="009F525C">
      <w:pPr>
        <w:ind w:firstLine="5670"/>
        <w:jc w:val="right"/>
      </w:pPr>
    </w:p>
    <w:p w:rsidR="009E35C2" w:rsidRDefault="009E35C2" w:rsidP="00A42C67">
      <w:pPr>
        <w:pStyle w:val="BodyText2"/>
        <w:spacing w:after="80" w:line="288" w:lineRule="auto"/>
      </w:pPr>
    </w:p>
    <w:sectPr w:rsidR="009E35C2" w:rsidSect="00C300F0">
      <w:footerReference w:type="default" r:id="rId7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5C2" w:rsidRDefault="009E35C2" w:rsidP="008B7FAE">
      <w:r>
        <w:separator/>
      </w:r>
    </w:p>
  </w:endnote>
  <w:endnote w:type="continuationSeparator" w:id="0">
    <w:p w:rsidR="009E35C2" w:rsidRDefault="009E35C2" w:rsidP="008B7F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5C2" w:rsidRPr="009B703D" w:rsidRDefault="009E35C2">
    <w:pPr>
      <w:pStyle w:val="Footer"/>
      <w:jc w:val="right"/>
      <w:rPr>
        <w:sz w:val="16"/>
        <w:szCs w:val="16"/>
      </w:rPr>
    </w:pPr>
    <w:r w:rsidRPr="009B703D">
      <w:rPr>
        <w:sz w:val="16"/>
        <w:szCs w:val="16"/>
      </w:rPr>
      <w:t xml:space="preserve">Strona </w:t>
    </w:r>
    <w:r w:rsidRPr="009B703D">
      <w:rPr>
        <w:sz w:val="16"/>
        <w:szCs w:val="16"/>
      </w:rPr>
      <w:fldChar w:fldCharType="begin"/>
    </w:r>
    <w:r w:rsidRPr="009B703D">
      <w:rPr>
        <w:sz w:val="16"/>
        <w:szCs w:val="16"/>
      </w:rPr>
      <w:instrText>PAGE</w:instrText>
    </w:r>
    <w:r w:rsidRPr="009B703D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9B703D">
      <w:rPr>
        <w:sz w:val="16"/>
        <w:szCs w:val="16"/>
      </w:rPr>
      <w:fldChar w:fldCharType="end"/>
    </w:r>
    <w:r w:rsidRPr="009B703D">
      <w:rPr>
        <w:sz w:val="16"/>
        <w:szCs w:val="16"/>
      </w:rPr>
      <w:t xml:space="preserve"> z </w:t>
    </w:r>
    <w:r w:rsidRPr="009B703D">
      <w:rPr>
        <w:sz w:val="16"/>
        <w:szCs w:val="16"/>
      </w:rPr>
      <w:fldChar w:fldCharType="begin"/>
    </w:r>
    <w:r w:rsidRPr="009B703D">
      <w:rPr>
        <w:sz w:val="16"/>
        <w:szCs w:val="16"/>
      </w:rPr>
      <w:instrText>NUMPAGES</w:instrText>
    </w:r>
    <w:r w:rsidRPr="009B703D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9B703D">
      <w:rPr>
        <w:sz w:val="16"/>
        <w:szCs w:val="16"/>
      </w:rPr>
      <w:fldChar w:fldCharType="end"/>
    </w:r>
  </w:p>
  <w:p w:rsidR="009E35C2" w:rsidRDefault="009E35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5C2" w:rsidRDefault="009E35C2" w:rsidP="008B7FAE">
      <w:r>
        <w:separator/>
      </w:r>
    </w:p>
  </w:footnote>
  <w:footnote w:type="continuationSeparator" w:id="0">
    <w:p w:rsidR="009E35C2" w:rsidRDefault="009E35C2" w:rsidP="008B7F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EB5E47"/>
    <w:multiLevelType w:val="hybridMultilevel"/>
    <w:tmpl w:val="350210FC"/>
    <w:lvl w:ilvl="0" w:tplc="2648E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FEB5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4A7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2099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6E3F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6ED2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D2ED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AEBE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C277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E11708"/>
    <w:multiLevelType w:val="hybridMultilevel"/>
    <w:tmpl w:val="2DC43E26"/>
    <w:lvl w:ilvl="0" w:tplc="0415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732CAE"/>
    <w:multiLevelType w:val="hybridMultilevel"/>
    <w:tmpl w:val="1248923A"/>
    <w:lvl w:ilvl="0" w:tplc="0F96367A">
      <w:start w:val="1"/>
      <w:numFmt w:val="decimal"/>
      <w:lvlText w:val="%1)"/>
      <w:lvlJc w:val="left"/>
      <w:pPr>
        <w:tabs>
          <w:tab w:val="num" w:pos="840"/>
        </w:tabs>
        <w:ind w:left="84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4">
    <w:nsid w:val="14BD4269"/>
    <w:multiLevelType w:val="hybridMultilevel"/>
    <w:tmpl w:val="CD805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74C25"/>
    <w:multiLevelType w:val="hybridMultilevel"/>
    <w:tmpl w:val="FDA673AA"/>
    <w:lvl w:ilvl="0" w:tplc="68F29D0A">
      <w:start w:val="1"/>
      <w:numFmt w:val="decimal"/>
      <w:lvlText w:val="%1)"/>
      <w:lvlJc w:val="left"/>
      <w:pPr>
        <w:tabs>
          <w:tab w:val="num" w:pos="715"/>
        </w:tabs>
        <w:ind w:left="715" w:hanging="34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35"/>
        </w:tabs>
        <w:ind w:left="1435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6">
    <w:nsid w:val="179A3207"/>
    <w:multiLevelType w:val="hybridMultilevel"/>
    <w:tmpl w:val="42D20664"/>
    <w:lvl w:ilvl="0" w:tplc="0415000F">
      <w:start w:val="1"/>
      <w:numFmt w:val="decimal"/>
      <w:lvlText w:val="%1."/>
      <w:lvlJc w:val="left"/>
      <w:pPr>
        <w:ind w:left="744" w:hanging="360"/>
      </w:p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7">
    <w:nsid w:val="184123D9"/>
    <w:multiLevelType w:val="hybridMultilevel"/>
    <w:tmpl w:val="98EAC86C"/>
    <w:lvl w:ilvl="0" w:tplc="A460A3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532BE"/>
    <w:multiLevelType w:val="hybridMultilevel"/>
    <w:tmpl w:val="BF3260FA"/>
    <w:lvl w:ilvl="0" w:tplc="5282D876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D0141936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9">
    <w:nsid w:val="1A0A1C2C"/>
    <w:multiLevelType w:val="hybridMultilevel"/>
    <w:tmpl w:val="D28A6DBE"/>
    <w:lvl w:ilvl="0" w:tplc="F732D92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4A4E07"/>
    <w:multiLevelType w:val="hybridMultilevel"/>
    <w:tmpl w:val="54F25F4C"/>
    <w:lvl w:ilvl="0" w:tplc="2AB0F8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615C7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>
    <w:nsid w:val="22D91723"/>
    <w:multiLevelType w:val="hybridMultilevel"/>
    <w:tmpl w:val="8BCEFC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1A4EBE"/>
    <w:multiLevelType w:val="hybridMultilevel"/>
    <w:tmpl w:val="D7521666"/>
    <w:lvl w:ilvl="0" w:tplc="428C721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2C643C"/>
    <w:multiLevelType w:val="hybridMultilevel"/>
    <w:tmpl w:val="E098A54C"/>
    <w:lvl w:ilvl="0" w:tplc="F73C641C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5">
    <w:nsid w:val="2BA16B0A"/>
    <w:multiLevelType w:val="hybridMultilevel"/>
    <w:tmpl w:val="35009FEC"/>
    <w:lvl w:ilvl="0" w:tplc="04150011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B124B5"/>
    <w:multiLevelType w:val="hybridMultilevel"/>
    <w:tmpl w:val="0E7AE4E8"/>
    <w:lvl w:ilvl="0" w:tplc="5282D87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0C51F82"/>
    <w:multiLevelType w:val="hybridMultilevel"/>
    <w:tmpl w:val="A7A01306"/>
    <w:lvl w:ilvl="0" w:tplc="5282D87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9C3FAB"/>
    <w:multiLevelType w:val="hybridMultilevel"/>
    <w:tmpl w:val="A0B855CC"/>
    <w:lvl w:ilvl="0" w:tplc="501A57BE">
      <w:start w:val="1"/>
      <w:numFmt w:val="lowerLetter"/>
      <w:lvlText w:val="%1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9"/>
        </w:tabs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9"/>
        </w:tabs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9"/>
        </w:tabs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9"/>
        </w:tabs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9"/>
        </w:tabs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9"/>
        </w:tabs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9"/>
        </w:tabs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9"/>
        </w:tabs>
        <w:ind w:left="6199" w:hanging="180"/>
      </w:pPr>
    </w:lvl>
  </w:abstractNum>
  <w:abstractNum w:abstractNumId="19">
    <w:nsid w:val="343F08AC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34863451"/>
    <w:multiLevelType w:val="hybridMultilevel"/>
    <w:tmpl w:val="AE0EE4BC"/>
    <w:lvl w:ilvl="0" w:tplc="D014193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B3230A"/>
    <w:multiLevelType w:val="hybridMultilevel"/>
    <w:tmpl w:val="54F25F4C"/>
    <w:lvl w:ilvl="0" w:tplc="2AB0F8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0F5525"/>
    <w:multiLevelType w:val="hybridMultilevel"/>
    <w:tmpl w:val="83C2235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3AE47516"/>
    <w:multiLevelType w:val="hybridMultilevel"/>
    <w:tmpl w:val="38A43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FC0E1A"/>
    <w:multiLevelType w:val="singleLevel"/>
    <w:tmpl w:val="0415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C345FF5"/>
    <w:multiLevelType w:val="hybridMultilevel"/>
    <w:tmpl w:val="FC88A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E97832"/>
    <w:multiLevelType w:val="hybridMultilevel"/>
    <w:tmpl w:val="29643CE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F5D20B28">
      <w:start w:val="6"/>
      <w:numFmt w:val="bullet"/>
      <w:lvlText w:val=""/>
      <w:lvlJc w:val="left"/>
      <w:pPr>
        <w:ind w:left="1866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405953DB"/>
    <w:multiLevelType w:val="hybridMultilevel"/>
    <w:tmpl w:val="0658AC74"/>
    <w:lvl w:ilvl="0" w:tplc="44DADE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2E6FB0"/>
    <w:multiLevelType w:val="hybridMultilevel"/>
    <w:tmpl w:val="E0024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5E34F0"/>
    <w:multiLevelType w:val="hybridMultilevel"/>
    <w:tmpl w:val="EDA2247A"/>
    <w:lvl w:ilvl="0" w:tplc="5282D87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E294C59"/>
    <w:multiLevelType w:val="hybridMultilevel"/>
    <w:tmpl w:val="DFFA1C7E"/>
    <w:lvl w:ilvl="0" w:tplc="5282D876">
      <w:start w:val="1"/>
      <w:numFmt w:val="decimal"/>
      <w:lvlText w:val="%1."/>
      <w:lvlJc w:val="left"/>
      <w:pPr>
        <w:tabs>
          <w:tab w:val="num" w:pos="1413"/>
        </w:tabs>
        <w:ind w:left="1413" w:hanging="360"/>
      </w:pPr>
      <w:rPr>
        <w:rFonts w:hint="default"/>
      </w:rPr>
    </w:lvl>
    <w:lvl w:ilvl="1" w:tplc="D0141936" w:tentative="1">
      <w:start w:val="1"/>
      <w:numFmt w:val="lowerLetter"/>
      <w:lvlText w:val="%2."/>
      <w:lvlJc w:val="left"/>
      <w:pPr>
        <w:tabs>
          <w:tab w:val="num" w:pos="2133"/>
        </w:tabs>
        <w:ind w:left="21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53"/>
        </w:tabs>
        <w:ind w:left="28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73"/>
        </w:tabs>
        <w:ind w:left="35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93"/>
        </w:tabs>
        <w:ind w:left="42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13"/>
        </w:tabs>
        <w:ind w:left="50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33"/>
        </w:tabs>
        <w:ind w:left="57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53"/>
        </w:tabs>
        <w:ind w:left="64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73"/>
        </w:tabs>
        <w:ind w:left="7173" w:hanging="180"/>
      </w:pPr>
    </w:lvl>
  </w:abstractNum>
  <w:abstractNum w:abstractNumId="31">
    <w:nsid w:val="50255B91"/>
    <w:multiLevelType w:val="hybridMultilevel"/>
    <w:tmpl w:val="6BB4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1F6BBD"/>
    <w:multiLevelType w:val="hybridMultilevel"/>
    <w:tmpl w:val="18780FF4"/>
    <w:lvl w:ilvl="0" w:tplc="913C2984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5A26B9A"/>
    <w:multiLevelType w:val="hybridMultilevel"/>
    <w:tmpl w:val="A558A362"/>
    <w:lvl w:ilvl="0" w:tplc="5282D87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390807"/>
    <w:multiLevelType w:val="hybridMultilevel"/>
    <w:tmpl w:val="4216D902"/>
    <w:lvl w:ilvl="0" w:tplc="5EBAA3A4">
      <w:start w:val="1"/>
      <w:numFmt w:val="decimal"/>
      <w:lvlText w:val="%1)"/>
      <w:lvlJc w:val="left"/>
      <w:pPr>
        <w:tabs>
          <w:tab w:val="num" w:pos="1135"/>
        </w:tabs>
        <w:ind w:left="1135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35">
    <w:nsid w:val="593A5A21"/>
    <w:multiLevelType w:val="hybridMultilevel"/>
    <w:tmpl w:val="AACE1746"/>
    <w:lvl w:ilvl="0" w:tplc="5282D87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ACF7558"/>
    <w:multiLevelType w:val="hybridMultilevel"/>
    <w:tmpl w:val="27008214"/>
    <w:lvl w:ilvl="0" w:tplc="274AC38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B841150"/>
    <w:multiLevelType w:val="hybridMultilevel"/>
    <w:tmpl w:val="C6A43DFC"/>
    <w:lvl w:ilvl="0" w:tplc="6B981464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5E239A"/>
    <w:multiLevelType w:val="hybridMultilevel"/>
    <w:tmpl w:val="FD38FAD0"/>
    <w:lvl w:ilvl="0" w:tplc="5282D87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5F6C7CD4"/>
    <w:multiLevelType w:val="hybridMultilevel"/>
    <w:tmpl w:val="5C6025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5FE80B27"/>
    <w:multiLevelType w:val="hybridMultilevel"/>
    <w:tmpl w:val="FA7AD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F62CB0"/>
    <w:multiLevelType w:val="hybridMultilevel"/>
    <w:tmpl w:val="42D20664"/>
    <w:lvl w:ilvl="0" w:tplc="0415000F">
      <w:start w:val="1"/>
      <w:numFmt w:val="decimal"/>
      <w:lvlText w:val="%1."/>
      <w:lvlJc w:val="left"/>
      <w:pPr>
        <w:ind w:left="744" w:hanging="360"/>
      </w:p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42">
    <w:nsid w:val="60B70CEE"/>
    <w:multiLevelType w:val="hybridMultilevel"/>
    <w:tmpl w:val="5848418E"/>
    <w:lvl w:ilvl="0" w:tplc="5282D87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3DC2F9F"/>
    <w:multiLevelType w:val="multilevel"/>
    <w:tmpl w:val="440A9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4F434CA"/>
    <w:multiLevelType w:val="hybridMultilevel"/>
    <w:tmpl w:val="3524FDC0"/>
    <w:lvl w:ilvl="0" w:tplc="755E3414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>
    <w:nsid w:val="660F1E7E"/>
    <w:multiLevelType w:val="hybridMultilevel"/>
    <w:tmpl w:val="38742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6201CD1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7">
    <w:nsid w:val="689309F8"/>
    <w:multiLevelType w:val="hybridMultilevel"/>
    <w:tmpl w:val="46D0245E"/>
    <w:lvl w:ilvl="0" w:tplc="0415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6C2C71B2" w:tentative="1">
      <w:start w:val="1"/>
      <w:numFmt w:val="lowerLetter"/>
      <w:lvlText w:val="%2."/>
      <w:lvlJc w:val="left"/>
      <w:pPr>
        <w:ind w:left="2291" w:hanging="360"/>
      </w:pPr>
    </w:lvl>
    <w:lvl w:ilvl="2" w:tplc="36D0253C" w:tentative="1">
      <w:start w:val="1"/>
      <w:numFmt w:val="lowerRoman"/>
      <w:lvlText w:val="%3."/>
      <w:lvlJc w:val="right"/>
      <w:pPr>
        <w:ind w:left="3011" w:hanging="180"/>
      </w:pPr>
    </w:lvl>
    <w:lvl w:ilvl="3" w:tplc="BD28345E" w:tentative="1">
      <w:start w:val="1"/>
      <w:numFmt w:val="decimal"/>
      <w:lvlText w:val="%4."/>
      <w:lvlJc w:val="left"/>
      <w:pPr>
        <w:ind w:left="3731" w:hanging="360"/>
      </w:pPr>
    </w:lvl>
    <w:lvl w:ilvl="4" w:tplc="78D6349C" w:tentative="1">
      <w:start w:val="1"/>
      <w:numFmt w:val="lowerLetter"/>
      <w:lvlText w:val="%5."/>
      <w:lvlJc w:val="left"/>
      <w:pPr>
        <w:ind w:left="4451" w:hanging="360"/>
      </w:pPr>
    </w:lvl>
    <w:lvl w:ilvl="5" w:tplc="B30A16B6" w:tentative="1">
      <w:start w:val="1"/>
      <w:numFmt w:val="lowerRoman"/>
      <w:lvlText w:val="%6."/>
      <w:lvlJc w:val="right"/>
      <w:pPr>
        <w:ind w:left="5171" w:hanging="180"/>
      </w:pPr>
    </w:lvl>
    <w:lvl w:ilvl="6" w:tplc="C4AA45AC" w:tentative="1">
      <w:start w:val="1"/>
      <w:numFmt w:val="decimal"/>
      <w:lvlText w:val="%7."/>
      <w:lvlJc w:val="left"/>
      <w:pPr>
        <w:ind w:left="5891" w:hanging="360"/>
      </w:pPr>
    </w:lvl>
    <w:lvl w:ilvl="7" w:tplc="660C399E" w:tentative="1">
      <w:start w:val="1"/>
      <w:numFmt w:val="lowerLetter"/>
      <w:lvlText w:val="%8."/>
      <w:lvlJc w:val="left"/>
      <w:pPr>
        <w:ind w:left="6611" w:hanging="360"/>
      </w:pPr>
    </w:lvl>
    <w:lvl w:ilvl="8" w:tplc="D16C9874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>
    <w:nsid w:val="6A2670B2"/>
    <w:multiLevelType w:val="hybridMultilevel"/>
    <w:tmpl w:val="519AF8C8"/>
    <w:lvl w:ilvl="0" w:tplc="7B58519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9">
    <w:nsid w:val="6E532EDC"/>
    <w:multiLevelType w:val="hybridMultilevel"/>
    <w:tmpl w:val="E8F0CA86"/>
    <w:lvl w:ilvl="0" w:tplc="0415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F1A79AD"/>
    <w:multiLevelType w:val="hybridMultilevel"/>
    <w:tmpl w:val="E604D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F64169D"/>
    <w:multiLevelType w:val="hybridMultilevel"/>
    <w:tmpl w:val="2E549902"/>
    <w:lvl w:ilvl="0" w:tplc="8FE824E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bCs w:val="0"/>
      </w:rPr>
    </w:lvl>
    <w:lvl w:ilvl="1" w:tplc="5282D8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1419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F932B70"/>
    <w:multiLevelType w:val="hybridMultilevel"/>
    <w:tmpl w:val="46EE88E0"/>
    <w:lvl w:ilvl="0" w:tplc="78748584">
      <w:start w:val="1"/>
      <w:numFmt w:val="lowerLetter"/>
      <w:lvlText w:val="%1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9"/>
        </w:tabs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9"/>
        </w:tabs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9"/>
        </w:tabs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9"/>
        </w:tabs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9"/>
        </w:tabs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9"/>
        </w:tabs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9"/>
        </w:tabs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9"/>
        </w:tabs>
        <w:ind w:left="6199" w:hanging="180"/>
      </w:pPr>
    </w:lvl>
  </w:abstractNum>
  <w:abstractNum w:abstractNumId="53">
    <w:nsid w:val="76D34055"/>
    <w:multiLevelType w:val="hybridMultilevel"/>
    <w:tmpl w:val="5096EDEC"/>
    <w:lvl w:ilvl="0" w:tplc="D0141936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7ED2253"/>
    <w:multiLevelType w:val="hybridMultilevel"/>
    <w:tmpl w:val="24D0B7F0"/>
    <w:lvl w:ilvl="0" w:tplc="0DAE08CA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C052E2C"/>
    <w:multiLevelType w:val="hybridMultilevel"/>
    <w:tmpl w:val="93968AC8"/>
    <w:lvl w:ilvl="0" w:tplc="5282D876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6">
    <w:nsid w:val="7F815412"/>
    <w:multiLevelType w:val="hybridMultilevel"/>
    <w:tmpl w:val="E51AABEA"/>
    <w:lvl w:ilvl="0" w:tplc="0415000F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0"/>
  </w:num>
  <w:num w:numId="3">
    <w:abstractNumId w:val="49"/>
  </w:num>
  <w:num w:numId="4">
    <w:abstractNumId w:val="56"/>
  </w:num>
  <w:num w:numId="5">
    <w:abstractNumId w:val="36"/>
  </w:num>
  <w:num w:numId="6">
    <w:abstractNumId w:val="43"/>
  </w:num>
  <w:num w:numId="7">
    <w:abstractNumId w:val="48"/>
  </w:num>
  <w:num w:numId="8">
    <w:abstractNumId w:val="8"/>
  </w:num>
  <w:num w:numId="9">
    <w:abstractNumId w:val="15"/>
  </w:num>
  <w:num w:numId="10">
    <w:abstractNumId w:val="29"/>
  </w:num>
  <w:num w:numId="11">
    <w:abstractNumId w:val="1"/>
  </w:num>
  <w:num w:numId="12">
    <w:abstractNumId w:val="54"/>
  </w:num>
  <w:num w:numId="13">
    <w:abstractNumId w:val="53"/>
  </w:num>
  <w:num w:numId="14">
    <w:abstractNumId w:val="35"/>
  </w:num>
  <w:num w:numId="15">
    <w:abstractNumId w:val="51"/>
  </w:num>
  <w:num w:numId="16">
    <w:abstractNumId w:val="32"/>
  </w:num>
  <w:num w:numId="17">
    <w:abstractNumId w:val="20"/>
  </w:num>
  <w:num w:numId="18">
    <w:abstractNumId w:val="33"/>
  </w:num>
  <w:num w:numId="19">
    <w:abstractNumId w:val="17"/>
  </w:num>
  <w:num w:numId="20">
    <w:abstractNumId w:val="34"/>
  </w:num>
  <w:num w:numId="21">
    <w:abstractNumId w:val="42"/>
  </w:num>
  <w:num w:numId="22">
    <w:abstractNumId w:val="18"/>
  </w:num>
  <w:num w:numId="23">
    <w:abstractNumId w:val="52"/>
  </w:num>
  <w:num w:numId="2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25">
    <w:abstractNumId w:val="55"/>
  </w:num>
  <w:num w:numId="26">
    <w:abstractNumId w:val="16"/>
  </w:num>
  <w:num w:numId="27">
    <w:abstractNumId w:val="47"/>
  </w:num>
  <w:num w:numId="28">
    <w:abstractNumId w:val="38"/>
  </w:num>
  <w:num w:numId="29">
    <w:abstractNumId w:val="19"/>
  </w:num>
  <w:num w:numId="30">
    <w:abstractNumId w:val="46"/>
  </w:num>
  <w:num w:numId="31">
    <w:abstractNumId w:val="14"/>
  </w:num>
  <w:num w:numId="32">
    <w:abstractNumId w:val="3"/>
  </w:num>
  <w:num w:numId="33">
    <w:abstractNumId w:val="37"/>
  </w:num>
  <w:num w:numId="34">
    <w:abstractNumId w:val="40"/>
  </w:num>
  <w:num w:numId="35">
    <w:abstractNumId w:val="25"/>
  </w:num>
  <w:num w:numId="36">
    <w:abstractNumId w:val="27"/>
  </w:num>
  <w:num w:numId="37">
    <w:abstractNumId w:val="28"/>
  </w:num>
  <w:num w:numId="38">
    <w:abstractNumId w:val="41"/>
  </w:num>
  <w:num w:numId="39">
    <w:abstractNumId w:val="6"/>
  </w:num>
  <w:num w:numId="40">
    <w:abstractNumId w:val="11"/>
  </w:num>
  <w:num w:numId="41">
    <w:abstractNumId w:val="24"/>
  </w:num>
  <w:num w:numId="42">
    <w:abstractNumId w:val="9"/>
  </w:num>
  <w:num w:numId="43">
    <w:abstractNumId w:val="12"/>
  </w:num>
  <w:num w:numId="44">
    <w:abstractNumId w:val="10"/>
  </w:num>
  <w:num w:numId="45">
    <w:abstractNumId w:val="21"/>
  </w:num>
  <w:num w:numId="46">
    <w:abstractNumId w:val="13"/>
  </w:num>
  <w:num w:numId="47">
    <w:abstractNumId w:val="4"/>
  </w:num>
  <w:num w:numId="48">
    <w:abstractNumId w:val="23"/>
  </w:num>
  <w:num w:numId="49">
    <w:abstractNumId w:val="31"/>
  </w:num>
  <w:num w:numId="50">
    <w:abstractNumId w:val="22"/>
  </w:num>
  <w:num w:numId="51">
    <w:abstractNumId w:val="26"/>
  </w:num>
  <w:num w:numId="52">
    <w:abstractNumId w:val="45"/>
  </w:num>
  <w:num w:numId="53">
    <w:abstractNumId w:val="39"/>
  </w:num>
  <w:num w:numId="54">
    <w:abstractNumId w:val="44"/>
  </w:num>
  <w:num w:numId="55">
    <w:abstractNumId w:val="7"/>
  </w:num>
  <w:num w:numId="56">
    <w:abstractNumId w:val="50"/>
  </w:num>
  <w:num w:numId="5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E46"/>
    <w:rsid w:val="000006D2"/>
    <w:rsid w:val="00004545"/>
    <w:rsid w:val="00006E73"/>
    <w:rsid w:val="00010831"/>
    <w:rsid w:val="00021ED4"/>
    <w:rsid w:val="000230B6"/>
    <w:rsid w:val="000241D4"/>
    <w:rsid w:val="00025A3B"/>
    <w:rsid w:val="000309B0"/>
    <w:rsid w:val="00042D46"/>
    <w:rsid w:val="00046769"/>
    <w:rsid w:val="00047828"/>
    <w:rsid w:val="000518EC"/>
    <w:rsid w:val="00063E0B"/>
    <w:rsid w:val="0006798A"/>
    <w:rsid w:val="000762E4"/>
    <w:rsid w:val="00082685"/>
    <w:rsid w:val="000962AE"/>
    <w:rsid w:val="000A23BD"/>
    <w:rsid w:val="000A2920"/>
    <w:rsid w:val="000B37A8"/>
    <w:rsid w:val="000B380B"/>
    <w:rsid w:val="000B53BA"/>
    <w:rsid w:val="000C1C05"/>
    <w:rsid w:val="000C400F"/>
    <w:rsid w:val="000C6A50"/>
    <w:rsid w:val="000D0084"/>
    <w:rsid w:val="000D13CE"/>
    <w:rsid w:val="000D1FCE"/>
    <w:rsid w:val="000D2DD2"/>
    <w:rsid w:val="000D5DC3"/>
    <w:rsid w:val="000E0D52"/>
    <w:rsid w:val="000E295C"/>
    <w:rsid w:val="000E5292"/>
    <w:rsid w:val="000E771C"/>
    <w:rsid w:val="000E7FAE"/>
    <w:rsid w:val="000F5F0F"/>
    <w:rsid w:val="000F6C2E"/>
    <w:rsid w:val="00100997"/>
    <w:rsid w:val="00102F1F"/>
    <w:rsid w:val="00102F7A"/>
    <w:rsid w:val="00106ECD"/>
    <w:rsid w:val="001075ED"/>
    <w:rsid w:val="00127D2A"/>
    <w:rsid w:val="00131AC5"/>
    <w:rsid w:val="00131F9D"/>
    <w:rsid w:val="001405B0"/>
    <w:rsid w:val="001433FD"/>
    <w:rsid w:val="00143E69"/>
    <w:rsid w:val="0014402E"/>
    <w:rsid w:val="00144804"/>
    <w:rsid w:val="001569DC"/>
    <w:rsid w:val="0017096B"/>
    <w:rsid w:val="00176DFC"/>
    <w:rsid w:val="00180985"/>
    <w:rsid w:val="0018476F"/>
    <w:rsid w:val="001854C3"/>
    <w:rsid w:val="001A77BC"/>
    <w:rsid w:val="001A7D20"/>
    <w:rsid w:val="001B3BC7"/>
    <w:rsid w:val="001C2029"/>
    <w:rsid w:val="001C6FC0"/>
    <w:rsid w:val="001D6DC4"/>
    <w:rsid w:val="001E4A9F"/>
    <w:rsid w:val="001F2442"/>
    <w:rsid w:val="001F2FC5"/>
    <w:rsid w:val="001F5CB2"/>
    <w:rsid w:val="00200ACB"/>
    <w:rsid w:val="00211C3C"/>
    <w:rsid w:val="00214863"/>
    <w:rsid w:val="00216CA5"/>
    <w:rsid w:val="002358FA"/>
    <w:rsid w:val="002365E1"/>
    <w:rsid w:val="00246FCA"/>
    <w:rsid w:val="00257B0F"/>
    <w:rsid w:val="00261F20"/>
    <w:rsid w:val="00264526"/>
    <w:rsid w:val="002754D5"/>
    <w:rsid w:val="002762AC"/>
    <w:rsid w:val="0028594B"/>
    <w:rsid w:val="002867B0"/>
    <w:rsid w:val="0029020C"/>
    <w:rsid w:val="002903D4"/>
    <w:rsid w:val="00290D33"/>
    <w:rsid w:val="002920E7"/>
    <w:rsid w:val="00292372"/>
    <w:rsid w:val="00292C25"/>
    <w:rsid w:val="00294309"/>
    <w:rsid w:val="002A078B"/>
    <w:rsid w:val="002A388E"/>
    <w:rsid w:val="002B4FFB"/>
    <w:rsid w:val="002C55A0"/>
    <w:rsid w:val="002D79FA"/>
    <w:rsid w:val="002E4003"/>
    <w:rsid w:val="002E45DB"/>
    <w:rsid w:val="002E48EC"/>
    <w:rsid w:val="002E67A9"/>
    <w:rsid w:val="002E6B2B"/>
    <w:rsid w:val="002F2D72"/>
    <w:rsid w:val="002F7AB0"/>
    <w:rsid w:val="00300940"/>
    <w:rsid w:val="003070B4"/>
    <w:rsid w:val="0031192C"/>
    <w:rsid w:val="003139ED"/>
    <w:rsid w:val="00313FAB"/>
    <w:rsid w:val="0033082E"/>
    <w:rsid w:val="00345EA4"/>
    <w:rsid w:val="003536DA"/>
    <w:rsid w:val="00354033"/>
    <w:rsid w:val="00361E1E"/>
    <w:rsid w:val="00365F6D"/>
    <w:rsid w:val="00370C7C"/>
    <w:rsid w:val="00382AB3"/>
    <w:rsid w:val="00385FB4"/>
    <w:rsid w:val="003B59D0"/>
    <w:rsid w:val="003C169A"/>
    <w:rsid w:val="003C5DA7"/>
    <w:rsid w:val="003C61D3"/>
    <w:rsid w:val="003C65A3"/>
    <w:rsid w:val="003D0D0E"/>
    <w:rsid w:val="003D6666"/>
    <w:rsid w:val="003D6E52"/>
    <w:rsid w:val="003E4E04"/>
    <w:rsid w:val="003E735F"/>
    <w:rsid w:val="003F06AA"/>
    <w:rsid w:val="003F0B24"/>
    <w:rsid w:val="003F20ED"/>
    <w:rsid w:val="003F5E3E"/>
    <w:rsid w:val="00406D5C"/>
    <w:rsid w:val="004119A8"/>
    <w:rsid w:val="0041208F"/>
    <w:rsid w:val="00413E24"/>
    <w:rsid w:val="00427BA9"/>
    <w:rsid w:val="00431B36"/>
    <w:rsid w:val="00432433"/>
    <w:rsid w:val="00435F83"/>
    <w:rsid w:val="004404DE"/>
    <w:rsid w:val="00441BDF"/>
    <w:rsid w:val="0045456B"/>
    <w:rsid w:val="00454E16"/>
    <w:rsid w:val="00456535"/>
    <w:rsid w:val="00464D97"/>
    <w:rsid w:val="00474D81"/>
    <w:rsid w:val="0047620B"/>
    <w:rsid w:val="004763E7"/>
    <w:rsid w:val="00477AF5"/>
    <w:rsid w:val="004911D5"/>
    <w:rsid w:val="004A16C5"/>
    <w:rsid w:val="004A185E"/>
    <w:rsid w:val="004A2B9C"/>
    <w:rsid w:val="004B5B87"/>
    <w:rsid w:val="004C5025"/>
    <w:rsid w:val="004D3AFB"/>
    <w:rsid w:val="004D57D2"/>
    <w:rsid w:val="004E1E8C"/>
    <w:rsid w:val="004E7925"/>
    <w:rsid w:val="004F0513"/>
    <w:rsid w:val="00500B41"/>
    <w:rsid w:val="00504887"/>
    <w:rsid w:val="00507A16"/>
    <w:rsid w:val="005161DD"/>
    <w:rsid w:val="00526CFC"/>
    <w:rsid w:val="00530AE8"/>
    <w:rsid w:val="00531516"/>
    <w:rsid w:val="00552F56"/>
    <w:rsid w:val="00555341"/>
    <w:rsid w:val="00562DD8"/>
    <w:rsid w:val="005750EB"/>
    <w:rsid w:val="0058240E"/>
    <w:rsid w:val="00584363"/>
    <w:rsid w:val="00586FF4"/>
    <w:rsid w:val="00591779"/>
    <w:rsid w:val="005B11EF"/>
    <w:rsid w:val="005B14AA"/>
    <w:rsid w:val="005B5D1F"/>
    <w:rsid w:val="005C58C3"/>
    <w:rsid w:val="005D02BC"/>
    <w:rsid w:val="005D0D64"/>
    <w:rsid w:val="005D114F"/>
    <w:rsid w:val="005D50BB"/>
    <w:rsid w:val="005F52DB"/>
    <w:rsid w:val="005F6377"/>
    <w:rsid w:val="00613253"/>
    <w:rsid w:val="0061653D"/>
    <w:rsid w:val="006245C6"/>
    <w:rsid w:val="00625120"/>
    <w:rsid w:val="00625ADB"/>
    <w:rsid w:val="00625BF4"/>
    <w:rsid w:val="00637CCA"/>
    <w:rsid w:val="00641B17"/>
    <w:rsid w:val="00650144"/>
    <w:rsid w:val="00650BA3"/>
    <w:rsid w:val="006540F0"/>
    <w:rsid w:val="006545C7"/>
    <w:rsid w:val="00654E2A"/>
    <w:rsid w:val="00662943"/>
    <w:rsid w:val="0066492D"/>
    <w:rsid w:val="00665DE1"/>
    <w:rsid w:val="00676A6F"/>
    <w:rsid w:val="00676EE5"/>
    <w:rsid w:val="0069424C"/>
    <w:rsid w:val="00695D1A"/>
    <w:rsid w:val="006A1A13"/>
    <w:rsid w:val="006A3BDE"/>
    <w:rsid w:val="006B3EA5"/>
    <w:rsid w:val="006B7483"/>
    <w:rsid w:val="006C7DBF"/>
    <w:rsid w:val="006D0D39"/>
    <w:rsid w:val="006E5C4E"/>
    <w:rsid w:val="00707E26"/>
    <w:rsid w:val="007267FD"/>
    <w:rsid w:val="00731282"/>
    <w:rsid w:val="007519AE"/>
    <w:rsid w:val="0075531D"/>
    <w:rsid w:val="00757DEA"/>
    <w:rsid w:val="0076222D"/>
    <w:rsid w:val="00763D41"/>
    <w:rsid w:val="00770DD5"/>
    <w:rsid w:val="00770FBE"/>
    <w:rsid w:val="00775F2B"/>
    <w:rsid w:val="00777046"/>
    <w:rsid w:val="007802D9"/>
    <w:rsid w:val="00781B2E"/>
    <w:rsid w:val="00782827"/>
    <w:rsid w:val="00783DD7"/>
    <w:rsid w:val="00787C83"/>
    <w:rsid w:val="007940A4"/>
    <w:rsid w:val="007A3E42"/>
    <w:rsid w:val="007B058F"/>
    <w:rsid w:val="007B4E6E"/>
    <w:rsid w:val="007C294A"/>
    <w:rsid w:val="007C3F41"/>
    <w:rsid w:val="007C4428"/>
    <w:rsid w:val="007D5938"/>
    <w:rsid w:val="007D5F68"/>
    <w:rsid w:val="007E6435"/>
    <w:rsid w:val="007F6365"/>
    <w:rsid w:val="00802CCB"/>
    <w:rsid w:val="00813F68"/>
    <w:rsid w:val="00821463"/>
    <w:rsid w:val="0082322A"/>
    <w:rsid w:val="00824560"/>
    <w:rsid w:val="00847666"/>
    <w:rsid w:val="008507FE"/>
    <w:rsid w:val="00865650"/>
    <w:rsid w:val="00867D7E"/>
    <w:rsid w:val="008731D6"/>
    <w:rsid w:val="00873F13"/>
    <w:rsid w:val="00880C28"/>
    <w:rsid w:val="008A5082"/>
    <w:rsid w:val="008B7FAE"/>
    <w:rsid w:val="008C0EE1"/>
    <w:rsid w:val="008C3D90"/>
    <w:rsid w:val="008E3C5C"/>
    <w:rsid w:val="008E7D1E"/>
    <w:rsid w:val="008F3C76"/>
    <w:rsid w:val="00910713"/>
    <w:rsid w:val="00917DAA"/>
    <w:rsid w:val="00922B95"/>
    <w:rsid w:val="00926E04"/>
    <w:rsid w:val="00930CD7"/>
    <w:rsid w:val="00933F3C"/>
    <w:rsid w:val="00934603"/>
    <w:rsid w:val="0093724E"/>
    <w:rsid w:val="009456C1"/>
    <w:rsid w:val="00950809"/>
    <w:rsid w:val="00950F41"/>
    <w:rsid w:val="00951C31"/>
    <w:rsid w:val="00953AEA"/>
    <w:rsid w:val="00955687"/>
    <w:rsid w:val="00960ADC"/>
    <w:rsid w:val="009752AD"/>
    <w:rsid w:val="00975B1F"/>
    <w:rsid w:val="00986DD5"/>
    <w:rsid w:val="00991B52"/>
    <w:rsid w:val="009B703D"/>
    <w:rsid w:val="009B720B"/>
    <w:rsid w:val="009C4401"/>
    <w:rsid w:val="009D2FCB"/>
    <w:rsid w:val="009D740E"/>
    <w:rsid w:val="009E35C2"/>
    <w:rsid w:val="009E5778"/>
    <w:rsid w:val="009F2C7E"/>
    <w:rsid w:val="009F3DBC"/>
    <w:rsid w:val="009F525C"/>
    <w:rsid w:val="00A07B43"/>
    <w:rsid w:val="00A1016D"/>
    <w:rsid w:val="00A12287"/>
    <w:rsid w:val="00A12D7E"/>
    <w:rsid w:val="00A1315D"/>
    <w:rsid w:val="00A161D0"/>
    <w:rsid w:val="00A26E99"/>
    <w:rsid w:val="00A332A9"/>
    <w:rsid w:val="00A42C67"/>
    <w:rsid w:val="00A4481C"/>
    <w:rsid w:val="00A46BFE"/>
    <w:rsid w:val="00A50991"/>
    <w:rsid w:val="00A56336"/>
    <w:rsid w:val="00A56A96"/>
    <w:rsid w:val="00A60536"/>
    <w:rsid w:val="00A75AE5"/>
    <w:rsid w:val="00A773B6"/>
    <w:rsid w:val="00A80EAE"/>
    <w:rsid w:val="00A8540E"/>
    <w:rsid w:val="00A85F88"/>
    <w:rsid w:val="00A90116"/>
    <w:rsid w:val="00AA26FB"/>
    <w:rsid w:val="00AA4842"/>
    <w:rsid w:val="00AA73A5"/>
    <w:rsid w:val="00AB1CA8"/>
    <w:rsid w:val="00AB421B"/>
    <w:rsid w:val="00AC7EFD"/>
    <w:rsid w:val="00AC7FAD"/>
    <w:rsid w:val="00AF74C6"/>
    <w:rsid w:val="00B02CCA"/>
    <w:rsid w:val="00B117AB"/>
    <w:rsid w:val="00B248B8"/>
    <w:rsid w:val="00B318C2"/>
    <w:rsid w:val="00B32D2D"/>
    <w:rsid w:val="00B34C36"/>
    <w:rsid w:val="00B35ED2"/>
    <w:rsid w:val="00B41593"/>
    <w:rsid w:val="00B44909"/>
    <w:rsid w:val="00B510C5"/>
    <w:rsid w:val="00B571BF"/>
    <w:rsid w:val="00B60BED"/>
    <w:rsid w:val="00B734AE"/>
    <w:rsid w:val="00B76E5F"/>
    <w:rsid w:val="00B837DE"/>
    <w:rsid w:val="00B8587B"/>
    <w:rsid w:val="00B97277"/>
    <w:rsid w:val="00BD4D4E"/>
    <w:rsid w:val="00BE3209"/>
    <w:rsid w:val="00BE455C"/>
    <w:rsid w:val="00BF24C7"/>
    <w:rsid w:val="00C145DB"/>
    <w:rsid w:val="00C15CB6"/>
    <w:rsid w:val="00C2583E"/>
    <w:rsid w:val="00C300F0"/>
    <w:rsid w:val="00C305E3"/>
    <w:rsid w:val="00C30806"/>
    <w:rsid w:val="00C361BE"/>
    <w:rsid w:val="00C371C9"/>
    <w:rsid w:val="00C4363A"/>
    <w:rsid w:val="00C46570"/>
    <w:rsid w:val="00C51760"/>
    <w:rsid w:val="00C52D75"/>
    <w:rsid w:val="00C6489A"/>
    <w:rsid w:val="00C65913"/>
    <w:rsid w:val="00C7049D"/>
    <w:rsid w:val="00C72DF3"/>
    <w:rsid w:val="00C762E3"/>
    <w:rsid w:val="00C83DE2"/>
    <w:rsid w:val="00C8515C"/>
    <w:rsid w:val="00C909F6"/>
    <w:rsid w:val="00C949AD"/>
    <w:rsid w:val="00CB5647"/>
    <w:rsid w:val="00CC091B"/>
    <w:rsid w:val="00CC2120"/>
    <w:rsid w:val="00CC5DA4"/>
    <w:rsid w:val="00CD038E"/>
    <w:rsid w:val="00CD08DB"/>
    <w:rsid w:val="00CF2F2F"/>
    <w:rsid w:val="00CF2FE1"/>
    <w:rsid w:val="00CF4525"/>
    <w:rsid w:val="00CF6755"/>
    <w:rsid w:val="00D134DB"/>
    <w:rsid w:val="00D30488"/>
    <w:rsid w:val="00D37B90"/>
    <w:rsid w:val="00D502E4"/>
    <w:rsid w:val="00D51CCC"/>
    <w:rsid w:val="00D6751F"/>
    <w:rsid w:val="00D7140F"/>
    <w:rsid w:val="00D74C94"/>
    <w:rsid w:val="00D754B4"/>
    <w:rsid w:val="00D75782"/>
    <w:rsid w:val="00D80F4D"/>
    <w:rsid w:val="00DA3610"/>
    <w:rsid w:val="00DA5EB0"/>
    <w:rsid w:val="00DB0015"/>
    <w:rsid w:val="00DB5E46"/>
    <w:rsid w:val="00DB6976"/>
    <w:rsid w:val="00DC00DE"/>
    <w:rsid w:val="00DC21B4"/>
    <w:rsid w:val="00DC35BE"/>
    <w:rsid w:val="00DC7374"/>
    <w:rsid w:val="00DD00BE"/>
    <w:rsid w:val="00DD0519"/>
    <w:rsid w:val="00DD18D0"/>
    <w:rsid w:val="00DD2BC7"/>
    <w:rsid w:val="00DD33DB"/>
    <w:rsid w:val="00DD45F2"/>
    <w:rsid w:val="00DD66FE"/>
    <w:rsid w:val="00DE06AE"/>
    <w:rsid w:val="00DE1F89"/>
    <w:rsid w:val="00DE3E2C"/>
    <w:rsid w:val="00DF6957"/>
    <w:rsid w:val="00E02989"/>
    <w:rsid w:val="00E02B62"/>
    <w:rsid w:val="00E05004"/>
    <w:rsid w:val="00E074AB"/>
    <w:rsid w:val="00E144B3"/>
    <w:rsid w:val="00E221A4"/>
    <w:rsid w:val="00E27C26"/>
    <w:rsid w:val="00E33F21"/>
    <w:rsid w:val="00E50355"/>
    <w:rsid w:val="00E55C13"/>
    <w:rsid w:val="00E63440"/>
    <w:rsid w:val="00E670FF"/>
    <w:rsid w:val="00E676DB"/>
    <w:rsid w:val="00E72A25"/>
    <w:rsid w:val="00E765B8"/>
    <w:rsid w:val="00E77B57"/>
    <w:rsid w:val="00E80BB1"/>
    <w:rsid w:val="00E817AD"/>
    <w:rsid w:val="00E913ED"/>
    <w:rsid w:val="00E94A78"/>
    <w:rsid w:val="00E97239"/>
    <w:rsid w:val="00EA3DCF"/>
    <w:rsid w:val="00EB0D12"/>
    <w:rsid w:val="00EB255E"/>
    <w:rsid w:val="00EB36EE"/>
    <w:rsid w:val="00EB5E42"/>
    <w:rsid w:val="00EB6716"/>
    <w:rsid w:val="00EB72FD"/>
    <w:rsid w:val="00EB7C44"/>
    <w:rsid w:val="00EC2C85"/>
    <w:rsid w:val="00EC408F"/>
    <w:rsid w:val="00EC7393"/>
    <w:rsid w:val="00ED1C47"/>
    <w:rsid w:val="00ED339B"/>
    <w:rsid w:val="00ED4366"/>
    <w:rsid w:val="00EE5BD1"/>
    <w:rsid w:val="00EF0C6A"/>
    <w:rsid w:val="00EF5648"/>
    <w:rsid w:val="00EF6F31"/>
    <w:rsid w:val="00F157D9"/>
    <w:rsid w:val="00F24B8F"/>
    <w:rsid w:val="00F335C3"/>
    <w:rsid w:val="00F33D83"/>
    <w:rsid w:val="00F36F30"/>
    <w:rsid w:val="00F419D5"/>
    <w:rsid w:val="00F44677"/>
    <w:rsid w:val="00F46E28"/>
    <w:rsid w:val="00F6137B"/>
    <w:rsid w:val="00F63818"/>
    <w:rsid w:val="00F83C85"/>
    <w:rsid w:val="00F85159"/>
    <w:rsid w:val="00F9587E"/>
    <w:rsid w:val="00FA3298"/>
    <w:rsid w:val="00FA4364"/>
    <w:rsid w:val="00FB327A"/>
    <w:rsid w:val="00FB4405"/>
    <w:rsid w:val="00FC0196"/>
    <w:rsid w:val="00FC0594"/>
    <w:rsid w:val="00FD171C"/>
    <w:rsid w:val="00FD4EC6"/>
    <w:rsid w:val="00FE478E"/>
    <w:rsid w:val="00FF0A0E"/>
    <w:rsid w:val="00FF352D"/>
    <w:rsid w:val="00FF4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nhideWhenUsed="0" w:qFormat="1"/>
    <w:lsdException w:name="Body Text 2" w:unhideWhenUsed="0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E46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C408F"/>
    <w:pPr>
      <w:keepNext/>
      <w:jc w:val="both"/>
      <w:outlineLvl w:val="0"/>
    </w:pPr>
    <w:rPr>
      <w:rFonts w:ascii="Arial" w:hAnsi="Arial" w:cs="Arial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C408F"/>
    <w:rPr>
      <w:rFonts w:ascii="Arial" w:hAnsi="Arial" w:cs="Arial"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EC408F"/>
    <w:pPr>
      <w:tabs>
        <w:tab w:val="left" w:pos="567"/>
      </w:tabs>
      <w:jc w:val="both"/>
    </w:pPr>
    <w:rPr>
      <w:rFonts w:ascii="Arial" w:hAnsi="Arial" w:cs="Arial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EC408F"/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C408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C408F"/>
  </w:style>
  <w:style w:type="paragraph" w:styleId="BodyTextIndent">
    <w:name w:val="Body Text Indent"/>
    <w:basedOn w:val="Normal"/>
    <w:link w:val="BodyTextIndentChar"/>
    <w:uiPriority w:val="99"/>
    <w:rsid w:val="00EC408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C408F"/>
  </w:style>
  <w:style w:type="paragraph" w:styleId="BodyText3">
    <w:name w:val="Body Text 3"/>
    <w:basedOn w:val="Normal"/>
    <w:link w:val="BodyText3Char"/>
    <w:uiPriority w:val="99"/>
    <w:rsid w:val="00290D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90D33"/>
    <w:rPr>
      <w:sz w:val="16"/>
      <w:szCs w:val="16"/>
    </w:rPr>
  </w:style>
  <w:style w:type="paragraph" w:styleId="Subtitle">
    <w:name w:val="Subtitle"/>
    <w:basedOn w:val="Normal"/>
    <w:link w:val="SubtitleChar"/>
    <w:uiPriority w:val="99"/>
    <w:qFormat/>
    <w:rsid w:val="005F6377"/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5F6377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1433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345E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5EA4"/>
  </w:style>
  <w:style w:type="paragraph" w:styleId="Footer">
    <w:name w:val="footer"/>
    <w:basedOn w:val="Normal"/>
    <w:link w:val="FooterChar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5EA4"/>
  </w:style>
  <w:style w:type="character" w:styleId="Hyperlink">
    <w:name w:val="Hyperlink"/>
    <w:basedOn w:val="DefaultParagraphFont"/>
    <w:uiPriority w:val="99"/>
    <w:rsid w:val="00C909F6"/>
    <w:rPr>
      <w:color w:val="000000"/>
      <w:u w:val="single"/>
    </w:rPr>
  </w:style>
  <w:style w:type="paragraph" w:customStyle="1" w:styleId="Styl">
    <w:name w:val="Styl"/>
    <w:uiPriority w:val="99"/>
    <w:rsid w:val="001F244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9F3DB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F3DBC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h1">
    <w:name w:val="h1"/>
    <w:basedOn w:val="DefaultParagraphFont"/>
    <w:uiPriority w:val="99"/>
    <w:rsid w:val="00922B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257</Words>
  <Characters>1547</Characters>
  <Application>Microsoft Office Outlook</Application>
  <DocSecurity>0</DocSecurity>
  <Lines>0</Lines>
  <Paragraphs>0</Paragraphs>
  <ScaleCrop>false</ScaleCrop>
  <Company>coi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Zarządzenia nr 40/2012</dc:title>
  <dc:subject/>
  <dc:creator>coi</dc:creator>
  <cp:keywords/>
  <dc:description/>
  <cp:lastModifiedBy>coi</cp:lastModifiedBy>
  <cp:revision>3</cp:revision>
  <cp:lastPrinted>2016-06-14T11:59:00Z</cp:lastPrinted>
  <dcterms:created xsi:type="dcterms:W3CDTF">2016-06-16T11:43:00Z</dcterms:created>
  <dcterms:modified xsi:type="dcterms:W3CDTF">2016-06-16T11:44:00Z</dcterms:modified>
</cp:coreProperties>
</file>